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E6081" w14:textId="2D93D93A" w:rsidR="00A35168" w:rsidRPr="00ED2607" w:rsidRDefault="00ED2607" w:rsidP="00ED2607">
      <w:pPr>
        <w:jc w:val="right"/>
        <w:rPr>
          <w:bCs/>
        </w:rPr>
      </w:pPr>
      <w:r>
        <w:rPr>
          <w:rFonts w:ascii="YU HELV" w:hAnsi="YU HELV"/>
          <w:b/>
        </w:rPr>
        <w:t xml:space="preserve">                                                                                                                                        </w:t>
      </w:r>
    </w:p>
    <w:p w14:paraId="45592F5F" w14:textId="463764B6" w:rsidR="003E0BFE" w:rsidRPr="00D3061A" w:rsidRDefault="003E0BFE" w:rsidP="003E0BFE">
      <w:pPr>
        <w:rPr>
          <w:noProof/>
          <w:sz w:val="22"/>
          <w:szCs w:val="22"/>
          <w:lang w:val="hr-HR"/>
        </w:rPr>
      </w:pPr>
      <w:r w:rsidRPr="00D3061A">
        <w:rPr>
          <w:noProof/>
          <w:sz w:val="22"/>
          <w:szCs w:val="22"/>
          <w:lang w:val="hr-HR"/>
        </w:rPr>
        <w:t xml:space="preserve">                     </w:t>
      </w:r>
      <w:r w:rsidR="00320113" w:rsidRPr="00D3061A">
        <w:rPr>
          <w:noProof/>
          <w:sz w:val="22"/>
          <w:szCs w:val="22"/>
          <w:lang w:val="hr-HR"/>
        </w:rPr>
        <w:drawing>
          <wp:inline distT="0" distB="0" distL="0" distR="0" wp14:anchorId="15BC4022" wp14:editId="1452C40A">
            <wp:extent cx="485775" cy="67627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  <w:r w:rsidR="008D136E">
        <w:rPr>
          <w:noProof/>
          <w:sz w:val="22"/>
          <w:szCs w:val="22"/>
          <w:lang w:val="hr-HR"/>
        </w:rPr>
        <w:tab/>
      </w:r>
    </w:p>
    <w:p w14:paraId="097B28AE" w14:textId="77777777" w:rsidR="003E0BFE" w:rsidRPr="00D3061A" w:rsidRDefault="003E0BFE" w:rsidP="003E0BFE">
      <w:pPr>
        <w:rPr>
          <w:sz w:val="22"/>
          <w:szCs w:val="22"/>
        </w:rPr>
      </w:pPr>
    </w:p>
    <w:p w14:paraId="54D45488" w14:textId="77777777" w:rsidR="003E0BFE" w:rsidRPr="00D3061A" w:rsidRDefault="003E0BFE" w:rsidP="003E0BFE">
      <w:pPr>
        <w:rPr>
          <w:sz w:val="22"/>
          <w:szCs w:val="22"/>
        </w:rPr>
      </w:pPr>
      <w:r w:rsidRPr="00D3061A">
        <w:rPr>
          <w:sz w:val="22"/>
          <w:szCs w:val="22"/>
        </w:rPr>
        <w:t xml:space="preserve">        REPUBLIKA HRVATSKA</w:t>
      </w:r>
    </w:p>
    <w:p w14:paraId="70BBBD85" w14:textId="77777777" w:rsidR="003E0BFE" w:rsidRPr="00D3061A" w:rsidRDefault="003E0BFE" w:rsidP="003E0BFE">
      <w:pPr>
        <w:rPr>
          <w:sz w:val="22"/>
          <w:szCs w:val="22"/>
        </w:rPr>
      </w:pPr>
      <w:r w:rsidRPr="00D3061A">
        <w:rPr>
          <w:sz w:val="22"/>
          <w:szCs w:val="22"/>
        </w:rPr>
        <w:t>SISAČKO-MOSLAVAČKA ŽUPANIJA</w:t>
      </w:r>
    </w:p>
    <w:p w14:paraId="6D628888" w14:textId="77777777" w:rsidR="003E0BFE" w:rsidRPr="00D3061A" w:rsidRDefault="003E0BFE" w:rsidP="003E0BFE">
      <w:pPr>
        <w:rPr>
          <w:sz w:val="22"/>
          <w:szCs w:val="22"/>
        </w:rPr>
      </w:pPr>
      <w:r w:rsidRPr="00D3061A">
        <w:rPr>
          <w:sz w:val="22"/>
          <w:szCs w:val="22"/>
        </w:rPr>
        <w:t xml:space="preserve">        OPĆINA MARTINSKA VES</w:t>
      </w:r>
    </w:p>
    <w:p w14:paraId="781CB4ED" w14:textId="77777777" w:rsidR="003E0BFE" w:rsidRPr="00D3061A" w:rsidRDefault="003E0BFE" w:rsidP="003E0BFE">
      <w:pPr>
        <w:rPr>
          <w:sz w:val="22"/>
          <w:szCs w:val="22"/>
        </w:rPr>
      </w:pPr>
      <w:r w:rsidRPr="00D3061A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D3061A">
        <w:rPr>
          <w:sz w:val="22"/>
          <w:szCs w:val="22"/>
        </w:rPr>
        <w:t xml:space="preserve">OPĆINSKI </w:t>
      </w:r>
      <w:r>
        <w:rPr>
          <w:sz w:val="22"/>
          <w:szCs w:val="22"/>
        </w:rPr>
        <w:t>VIJEĆE</w:t>
      </w:r>
    </w:p>
    <w:p w14:paraId="0055DB1E" w14:textId="77777777" w:rsidR="003E0BFE" w:rsidRPr="00D3061A" w:rsidRDefault="003E0BFE" w:rsidP="003E0BFE">
      <w:pPr>
        <w:rPr>
          <w:sz w:val="22"/>
          <w:szCs w:val="22"/>
        </w:rPr>
      </w:pPr>
    </w:p>
    <w:p w14:paraId="0F8DF3EA" w14:textId="64824800" w:rsidR="0072557E" w:rsidRPr="001A6D32" w:rsidRDefault="0072557E" w:rsidP="0072557E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KLASA:</w:t>
      </w:r>
      <w:r>
        <w:rPr>
          <w:rFonts w:ascii="Times New Roman" w:hAnsi="Times New Roman"/>
        </w:rPr>
        <w:t xml:space="preserve"> 402-08/25-01/8</w:t>
      </w:r>
      <w:r>
        <w:rPr>
          <w:rFonts w:ascii="Times New Roman" w:hAnsi="Times New Roman"/>
        </w:rPr>
        <w:t>1</w:t>
      </w:r>
    </w:p>
    <w:p w14:paraId="53D32110" w14:textId="77777777" w:rsidR="0072557E" w:rsidRPr="001A6D32" w:rsidRDefault="0072557E" w:rsidP="0072557E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URBROJ</w:t>
      </w:r>
      <w:r>
        <w:rPr>
          <w:rFonts w:ascii="Times New Roman" w:hAnsi="Times New Roman"/>
        </w:rPr>
        <w:t>: 2176-15-01/1-25-1</w:t>
      </w:r>
    </w:p>
    <w:p w14:paraId="65A84079" w14:textId="77777777" w:rsidR="0072557E" w:rsidRPr="001A6D32" w:rsidRDefault="0072557E" w:rsidP="0072557E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 xml:space="preserve">U </w:t>
      </w:r>
      <w:proofErr w:type="spellStart"/>
      <w:r w:rsidRPr="001A6D32">
        <w:rPr>
          <w:rFonts w:ascii="Times New Roman" w:hAnsi="Times New Roman"/>
        </w:rPr>
        <w:t>Martinskoj</w:t>
      </w:r>
      <w:proofErr w:type="spellEnd"/>
      <w:r w:rsidRPr="001A6D32">
        <w:rPr>
          <w:rFonts w:ascii="Times New Roman" w:hAnsi="Times New Roman"/>
        </w:rPr>
        <w:t xml:space="preserve"> Vesi,</w:t>
      </w:r>
      <w:r>
        <w:rPr>
          <w:rFonts w:ascii="Times New Roman" w:hAnsi="Times New Roman"/>
        </w:rPr>
        <w:t xml:space="preserve"> 10.prosinca </w:t>
      </w:r>
      <w:r w:rsidRPr="001A6D32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Pr="001A6D32">
        <w:rPr>
          <w:rFonts w:ascii="Times New Roman" w:hAnsi="Times New Roman"/>
        </w:rPr>
        <w:t>. godine</w:t>
      </w:r>
    </w:p>
    <w:p w14:paraId="02BE3DC0" w14:textId="77777777" w:rsidR="0072557E" w:rsidRDefault="0072557E" w:rsidP="0072557E">
      <w:pPr>
        <w:pStyle w:val="Bezproreda"/>
        <w:jc w:val="both"/>
        <w:rPr>
          <w:rFonts w:ascii="Times New Roman" w:hAnsi="Times New Roman"/>
          <w:color w:val="000000"/>
        </w:rPr>
      </w:pPr>
    </w:p>
    <w:p w14:paraId="57538F6B" w14:textId="089E865D" w:rsidR="0072557E" w:rsidRPr="001A6D32" w:rsidRDefault="0072557E" w:rsidP="0072557E">
      <w:pPr>
        <w:pStyle w:val="Bezproreda"/>
        <w:jc w:val="both"/>
        <w:rPr>
          <w:rFonts w:ascii="Times New Roman" w:hAnsi="Times New Roman"/>
          <w:b/>
        </w:rPr>
      </w:pPr>
      <w:r w:rsidRPr="001A6D32">
        <w:rPr>
          <w:rFonts w:ascii="Times New Roman" w:hAnsi="Times New Roman"/>
          <w:color w:val="000000"/>
        </w:rPr>
        <w:tab/>
        <w:t xml:space="preserve">Na temelju </w:t>
      </w:r>
      <w:r>
        <w:rPr>
          <w:rFonts w:ascii="Times New Roman" w:hAnsi="Times New Roman"/>
          <w:color w:val="000000"/>
        </w:rPr>
        <w:t xml:space="preserve">članka </w:t>
      </w:r>
      <w:r w:rsidRPr="001A6D32">
        <w:rPr>
          <w:rFonts w:ascii="Times New Roman" w:hAnsi="Times New Roman"/>
        </w:rPr>
        <w:t>34. Statuta Općine Martinska Ves („Službeni vjesnik“, broj 42/13, 38/14, 5/18, 6/20</w:t>
      </w:r>
      <w:r>
        <w:rPr>
          <w:rFonts w:ascii="Times New Roman" w:hAnsi="Times New Roman"/>
        </w:rPr>
        <w:t>, 12/21</w:t>
      </w:r>
      <w:r w:rsidRPr="001A6D32">
        <w:rPr>
          <w:rFonts w:ascii="Times New Roman" w:hAnsi="Times New Roman"/>
        </w:rPr>
        <w:t>), Općinsko vijeće Općine Martinska Ves na svojoj</w:t>
      </w:r>
      <w:r>
        <w:rPr>
          <w:rFonts w:ascii="Times New Roman" w:hAnsi="Times New Roman"/>
        </w:rPr>
        <w:t xml:space="preserve"> 4. </w:t>
      </w:r>
      <w:r w:rsidRPr="001A6D32">
        <w:rPr>
          <w:rFonts w:ascii="Times New Roman" w:hAnsi="Times New Roman"/>
        </w:rPr>
        <w:t>sjednici održanoj</w:t>
      </w:r>
      <w:r>
        <w:rPr>
          <w:rFonts w:ascii="Times New Roman" w:hAnsi="Times New Roman"/>
        </w:rPr>
        <w:t xml:space="preserve"> 10. prosinca </w:t>
      </w:r>
      <w:r w:rsidRPr="001A6D32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Pr="001A6D32">
        <w:rPr>
          <w:rFonts w:ascii="Times New Roman" w:hAnsi="Times New Roman"/>
        </w:rPr>
        <w:t>. godine donosi sljedeću</w:t>
      </w:r>
    </w:p>
    <w:p w14:paraId="3054966B" w14:textId="77777777" w:rsidR="00680C95" w:rsidRPr="00D3061A" w:rsidRDefault="00680C95" w:rsidP="00680C95">
      <w:pPr>
        <w:ind w:firstLine="708"/>
        <w:jc w:val="both"/>
        <w:rPr>
          <w:sz w:val="22"/>
          <w:szCs w:val="22"/>
        </w:rPr>
      </w:pPr>
    </w:p>
    <w:p w14:paraId="381B6342" w14:textId="77777777" w:rsidR="00EA52C0" w:rsidRPr="00D3061A" w:rsidRDefault="00EA52C0" w:rsidP="00EA52C0">
      <w:pPr>
        <w:rPr>
          <w:sz w:val="22"/>
          <w:szCs w:val="22"/>
        </w:rPr>
      </w:pPr>
    </w:p>
    <w:p w14:paraId="0DBBB365" w14:textId="77777777" w:rsidR="00EA52C0" w:rsidRPr="00D3061A" w:rsidRDefault="00EA52C0" w:rsidP="00EA52C0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>O D L U K U</w:t>
      </w:r>
    </w:p>
    <w:p w14:paraId="74DDEA0D" w14:textId="77777777" w:rsidR="00ED5D46" w:rsidRDefault="008E4D77" w:rsidP="009C4FA8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>o jednokratnim novčanim</w:t>
      </w:r>
      <w:r w:rsidR="009F716C" w:rsidRPr="00D3061A">
        <w:rPr>
          <w:b/>
          <w:sz w:val="22"/>
          <w:szCs w:val="22"/>
        </w:rPr>
        <w:t xml:space="preserve"> potpora</w:t>
      </w:r>
      <w:r w:rsidRPr="00D3061A">
        <w:rPr>
          <w:b/>
          <w:sz w:val="22"/>
          <w:szCs w:val="22"/>
        </w:rPr>
        <w:t>ma</w:t>
      </w:r>
      <w:r w:rsidR="00680C95" w:rsidRPr="00D3061A">
        <w:rPr>
          <w:b/>
          <w:sz w:val="22"/>
          <w:szCs w:val="22"/>
        </w:rPr>
        <w:t xml:space="preserve"> </w:t>
      </w:r>
      <w:r w:rsidR="001C5ACA" w:rsidRPr="000F5A2D">
        <w:rPr>
          <w:b/>
          <w:sz w:val="22"/>
          <w:szCs w:val="22"/>
        </w:rPr>
        <w:t>osnovnoškolskim</w:t>
      </w:r>
      <w:r w:rsidR="000720C7">
        <w:rPr>
          <w:b/>
          <w:sz w:val="22"/>
          <w:szCs w:val="22"/>
        </w:rPr>
        <w:t xml:space="preserve"> i srednjoškolskim</w:t>
      </w:r>
      <w:r w:rsidR="001C5ACA">
        <w:rPr>
          <w:b/>
          <w:sz w:val="22"/>
          <w:szCs w:val="22"/>
        </w:rPr>
        <w:t xml:space="preserve"> </w:t>
      </w:r>
      <w:r w:rsidR="00271EB2" w:rsidRPr="00D3061A">
        <w:rPr>
          <w:b/>
          <w:sz w:val="22"/>
          <w:szCs w:val="22"/>
        </w:rPr>
        <w:t xml:space="preserve">učenicima </w:t>
      </w:r>
      <w:r w:rsidR="006C6C2B" w:rsidRPr="00D3061A">
        <w:rPr>
          <w:b/>
          <w:sz w:val="22"/>
          <w:szCs w:val="22"/>
        </w:rPr>
        <w:t xml:space="preserve">s područja </w:t>
      </w:r>
    </w:p>
    <w:p w14:paraId="0068F60E" w14:textId="5541F504" w:rsidR="00EA52C0" w:rsidRPr="00D3061A" w:rsidRDefault="006C6C2B" w:rsidP="009C4FA8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 xml:space="preserve">Općine Martinska Ves </w:t>
      </w:r>
      <w:r w:rsidR="00271EB2" w:rsidRPr="00D3061A">
        <w:rPr>
          <w:b/>
          <w:sz w:val="22"/>
          <w:szCs w:val="22"/>
        </w:rPr>
        <w:t xml:space="preserve">za </w:t>
      </w:r>
      <w:r w:rsidR="00F9210A">
        <w:rPr>
          <w:b/>
          <w:sz w:val="22"/>
          <w:szCs w:val="22"/>
        </w:rPr>
        <w:t>maturalno putovanje u 202</w:t>
      </w:r>
      <w:r w:rsidR="00ED2607">
        <w:rPr>
          <w:b/>
          <w:sz w:val="22"/>
          <w:szCs w:val="22"/>
        </w:rPr>
        <w:t>6</w:t>
      </w:r>
      <w:r w:rsidR="009A1ACC" w:rsidRPr="00D3061A">
        <w:rPr>
          <w:b/>
          <w:sz w:val="22"/>
          <w:szCs w:val="22"/>
        </w:rPr>
        <w:t>. godini</w:t>
      </w:r>
    </w:p>
    <w:p w14:paraId="55B417FA" w14:textId="77777777" w:rsidR="00EA52C0" w:rsidRPr="00D3061A" w:rsidRDefault="00EA52C0" w:rsidP="00EA52C0">
      <w:pPr>
        <w:rPr>
          <w:b/>
          <w:bCs/>
          <w:sz w:val="22"/>
          <w:szCs w:val="22"/>
        </w:rPr>
      </w:pPr>
    </w:p>
    <w:p w14:paraId="7908C80E" w14:textId="77777777" w:rsidR="00EA52C0" w:rsidRPr="00D3061A" w:rsidRDefault="00EA52C0" w:rsidP="00EA52C0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>Članak 1.</w:t>
      </w:r>
    </w:p>
    <w:p w14:paraId="60EFC170" w14:textId="5EB6B063" w:rsidR="006C6C2B" w:rsidRPr="00D3061A" w:rsidRDefault="00EA52C0" w:rsidP="00EA52C0">
      <w:pPr>
        <w:pStyle w:val="Tijeloteksta"/>
        <w:jc w:val="both"/>
        <w:rPr>
          <w:sz w:val="22"/>
          <w:szCs w:val="22"/>
          <w:lang w:val="hr-HR"/>
        </w:rPr>
      </w:pPr>
      <w:r w:rsidRPr="00D3061A">
        <w:rPr>
          <w:i w:val="0"/>
          <w:sz w:val="22"/>
          <w:szCs w:val="22"/>
          <w:lang w:val="hr-HR"/>
        </w:rPr>
        <w:tab/>
        <w:t xml:space="preserve">Ovom se Odlukom utvrđuju </w:t>
      </w:r>
      <w:r w:rsidR="006C6C2B" w:rsidRPr="00D3061A">
        <w:rPr>
          <w:i w:val="0"/>
          <w:sz w:val="22"/>
          <w:szCs w:val="22"/>
          <w:lang w:val="hr-HR"/>
        </w:rPr>
        <w:t>uvjeti, kriteriji, visina novčane po</w:t>
      </w:r>
      <w:r w:rsidR="00547418" w:rsidRPr="00D3061A">
        <w:rPr>
          <w:i w:val="0"/>
          <w:sz w:val="22"/>
          <w:szCs w:val="22"/>
          <w:lang w:val="hr-HR"/>
        </w:rPr>
        <w:t>tpore</w:t>
      </w:r>
      <w:r w:rsidR="006C6C2B" w:rsidRPr="00D3061A">
        <w:rPr>
          <w:i w:val="0"/>
          <w:sz w:val="22"/>
          <w:szCs w:val="22"/>
          <w:lang w:val="hr-HR"/>
        </w:rPr>
        <w:t xml:space="preserve"> i način os</w:t>
      </w:r>
      <w:r w:rsidR="001D5188">
        <w:rPr>
          <w:i w:val="0"/>
          <w:sz w:val="22"/>
          <w:szCs w:val="22"/>
          <w:lang w:val="hr-HR"/>
        </w:rPr>
        <w:t>tvarivanja  prava na jednokratnu novčanu potporu</w:t>
      </w:r>
      <w:r w:rsidR="006C6C2B" w:rsidRPr="00D3061A">
        <w:rPr>
          <w:i w:val="0"/>
          <w:sz w:val="22"/>
          <w:szCs w:val="22"/>
          <w:lang w:val="hr-HR"/>
        </w:rPr>
        <w:t xml:space="preserve"> </w:t>
      </w:r>
      <w:r w:rsidR="006C6C2B" w:rsidRPr="000F5A2D">
        <w:rPr>
          <w:i w:val="0"/>
          <w:sz w:val="22"/>
          <w:szCs w:val="22"/>
        </w:rPr>
        <w:t>za</w:t>
      </w:r>
      <w:r w:rsidR="00271EB2" w:rsidRPr="000F5A2D">
        <w:rPr>
          <w:i w:val="0"/>
          <w:sz w:val="22"/>
          <w:szCs w:val="22"/>
        </w:rPr>
        <w:t xml:space="preserve"> </w:t>
      </w:r>
      <w:r w:rsidR="001C5ACA" w:rsidRPr="000F5A2D">
        <w:rPr>
          <w:i w:val="0"/>
          <w:sz w:val="22"/>
          <w:szCs w:val="22"/>
        </w:rPr>
        <w:t>osnovnoškolske</w:t>
      </w:r>
      <w:r w:rsidR="000720C7">
        <w:rPr>
          <w:i w:val="0"/>
          <w:sz w:val="22"/>
          <w:szCs w:val="22"/>
        </w:rPr>
        <w:t xml:space="preserve"> i srednjoškolske</w:t>
      </w:r>
      <w:r w:rsidR="001C5ACA">
        <w:rPr>
          <w:i w:val="0"/>
          <w:sz w:val="22"/>
          <w:szCs w:val="22"/>
        </w:rPr>
        <w:t xml:space="preserve"> </w:t>
      </w:r>
      <w:r w:rsidR="00271EB2" w:rsidRPr="00D3061A">
        <w:rPr>
          <w:i w:val="0"/>
          <w:sz w:val="22"/>
          <w:szCs w:val="22"/>
        </w:rPr>
        <w:t xml:space="preserve">učenike </w:t>
      </w:r>
      <w:r w:rsidR="006C6C2B" w:rsidRPr="00D3061A">
        <w:rPr>
          <w:i w:val="0"/>
          <w:sz w:val="22"/>
          <w:szCs w:val="22"/>
        </w:rPr>
        <w:t>s područja Općine Martinsk</w:t>
      </w:r>
      <w:r w:rsidR="0000392B" w:rsidRPr="00D3061A">
        <w:rPr>
          <w:i w:val="0"/>
          <w:sz w:val="22"/>
          <w:szCs w:val="22"/>
        </w:rPr>
        <w:t xml:space="preserve">a za </w:t>
      </w:r>
      <w:r w:rsidR="00F9210A">
        <w:rPr>
          <w:i w:val="0"/>
          <w:sz w:val="22"/>
          <w:szCs w:val="22"/>
        </w:rPr>
        <w:t>maturalno putovanje u 202</w:t>
      </w:r>
      <w:r w:rsidR="00ED2607">
        <w:rPr>
          <w:i w:val="0"/>
          <w:sz w:val="22"/>
          <w:szCs w:val="22"/>
        </w:rPr>
        <w:t>6</w:t>
      </w:r>
      <w:r w:rsidR="001D5188">
        <w:rPr>
          <w:i w:val="0"/>
          <w:sz w:val="22"/>
          <w:szCs w:val="22"/>
        </w:rPr>
        <w:t>. godini.</w:t>
      </w:r>
    </w:p>
    <w:p w14:paraId="68DCC55E" w14:textId="77777777" w:rsidR="00EA52C0" w:rsidRPr="00D3061A" w:rsidRDefault="00EA52C0" w:rsidP="00EA52C0">
      <w:pPr>
        <w:pStyle w:val="Tijeloteksta"/>
        <w:jc w:val="center"/>
        <w:rPr>
          <w:b/>
          <w:i w:val="0"/>
          <w:iCs/>
          <w:sz w:val="22"/>
          <w:szCs w:val="22"/>
          <w:lang w:val="hr-HR"/>
        </w:rPr>
      </w:pPr>
      <w:r w:rsidRPr="00D3061A">
        <w:rPr>
          <w:b/>
          <w:i w:val="0"/>
          <w:iCs/>
          <w:sz w:val="22"/>
          <w:szCs w:val="22"/>
          <w:lang w:val="hr-HR"/>
        </w:rPr>
        <w:t>Članak 2.</w:t>
      </w:r>
    </w:p>
    <w:p w14:paraId="788CA5A0" w14:textId="77777777" w:rsidR="00100EC5" w:rsidRPr="00D3061A" w:rsidRDefault="00EA52C0" w:rsidP="00100EC5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ab/>
      </w:r>
      <w:r w:rsidR="00100EC5" w:rsidRPr="00D3061A">
        <w:rPr>
          <w:szCs w:val="22"/>
        </w:rPr>
        <w:t>Sredstva za novčane potpore osiguravaju se u Proračunu Općine Martinska Ves.</w:t>
      </w:r>
    </w:p>
    <w:p w14:paraId="46BADC57" w14:textId="77777777" w:rsidR="00EA52C0" w:rsidRPr="00D3061A" w:rsidRDefault="00100EC5" w:rsidP="001D5188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ab/>
      </w:r>
    </w:p>
    <w:p w14:paraId="09A3E122" w14:textId="77777777" w:rsidR="00EA52C0" w:rsidRPr="00D3061A" w:rsidRDefault="009D5BA8" w:rsidP="00B506F3">
      <w:pPr>
        <w:jc w:val="both"/>
        <w:rPr>
          <w:sz w:val="22"/>
          <w:szCs w:val="22"/>
        </w:rPr>
      </w:pPr>
      <w:r w:rsidRPr="00D3061A">
        <w:rPr>
          <w:sz w:val="22"/>
          <w:szCs w:val="22"/>
        </w:rPr>
        <w:t xml:space="preserve">      </w:t>
      </w:r>
      <w:r w:rsidR="00EA52C0" w:rsidRPr="00D3061A">
        <w:rPr>
          <w:sz w:val="22"/>
          <w:szCs w:val="22"/>
        </w:rPr>
        <w:t xml:space="preserve">   </w:t>
      </w:r>
      <w:r w:rsidR="00EA52C0" w:rsidRPr="00D3061A">
        <w:rPr>
          <w:sz w:val="22"/>
          <w:szCs w:val="22"/>
        </w:rPr>
        <w:tab/>
      </w:r>
    </w:p>
    <w:p w14:paraId="6F007B90" w14:textId="77777777" w:rsidR="00EA52C0" w:rsidRPr="00D3061A" w:rsidRDefault="00EA52C0" w:rsidP="00EA52C0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>Članak 3.</w:t>
      </w:r>
    </w:p>
    <w:p w14:paraId="00913595" w14:textId="77777777" w:rsidR="009D5BA8" w:rsidRPr="00D3061A" w:rsidRDefault="00B506F3" w:rsidP="00B506F3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>Pravo  na podnošenje zahtjeva za dodjelu je</w:t>
      </w:r>
      <w:r w:rsidR="00100EC5" w:rsidRPr="00D3061A">
        <w:rPr>
          <w:szCs w:val="22"/>
        </w:rPr>
        <w:t>dnokratne novčane potpore  ima</w:t>
      </w:r>
      <w:r w:rsidR="009D5BA8" w:rsidRPr="00D3061A">
        <w:rPr>
          <w:szCs w:val="22"/>
        </w:rPr>
        <w:t>ju:</w:t>
      </w:r>
    </w:p>
    <w:p w14:paraId="5DC148C1" w14:textId="77777777" w:rsidR="009A1ACC" w:rsidRPr="00593A85" w:rsidRDefault="009D5BA8" w:rsidP="00593A85">
      <w:pPr>
        <w:pStyle w:val="Tijeloteksta2"/>
        <w:numPr>
          <w:ilvl w:val="0"/>
          <w:numId w:val="24"/>
        </w:numPr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>O</w:t>
      </w:r>
      <w:r w:rsidR="00B506F3" w:rsidRPr="00D3061A">
        <w:rPr>
          <w:szCs w:val="22"/>
        </w:rPr>
        <w:t xml:space="preserve">bitelji/roditelji </w:t>
      </w:r>
      <w:r w:rsidRPr="00D3061A">
        <w:rPr>
          <w:szCs w:val="22"/>
        </w:rPr>
        <w:t xml:space="preserve">redovitih učenika osnovne </w:t>
      </w:r>
      <w:r w:rsidR="00593A85">
        <w:rPr>
          <w:szCs w:val="22"/>
        </w:rPr>
        <w:t xml:space="preserve"> i srednje </w:t>
      </w:r>
      <w:r w:rsidRPr="00D3061A">
        <w:rPr>
          <w:szCs w:val="22"/>
        </w:rPr>
        <w:t>škole</w:t>
      </w:r>
    </w:p>
    <w:p w14:paraId="5B10F3B9" w14:textId="77777777" w:rsidR="00EA52C0" w:rsidRPr="00D3061A" w:rsidRDefault="001E7640" w:rsidP="009D5BA8">
      <w:pPr>
        <w:pStyle w:val="Tijeloteksta2"/>
        <w:spacing w:after="0" w:line="240" w:lineRule="auto"/>
        <w:jc w:val="both"/>
        <w:rPr>
          <w:szCs w:val="22"/>
        </w:rPr>
      </w:pPr>
      <w:r>
        <w:rPr>
          <w:szCs w:val="22"/>
        </w:rPr>
        <w:t xml:space="preserve">             </w:t>
      </w:r>
      <w:r w:rsidR="00D31DAC">
        <w:rPr>
          <w:szCs w:val="22"/>
        </w:rPr>
        <w:t xml:space="preserve">za učenike </w:t>
      </w:r>
      <w:r w:rsidR="00B506F3" w:rsidRPr="00D3061A">
        <w:rPr>
          <w:szCs w:val="22"/>
        </w:rPr>
        <w:t>koji ispunjavaju slijedeće uvjete</w:t>
      </w:r>
      <w:r w:rsidR="009D5BA8" w:rsidRPr="00D3061A">
        <w:rPr>
          <w:szCs w:val="22"/>
        </w:rPr>
        <w:t xml:space="preserve"> i dokazuju ih dostavljajući sljedeće ispr</w:t>
      </w:r>
      <w:r w:rsidR="00BB487F">
        <w:rPr>
          <w:szCs w:val="22"/>
        </w:rPr>
        <w:t>a</w:t>
      </w:r>
      <w:r w:rsidR="009D5BA8" w:rsidRPr="00D3061A">
        <w:rPr>
          <w:szCs w:val="22"/>
        </w:rPr>
        <w:t>ve</w:t>
      </w:r>
      <w:r w:rsidR="00B506F3" w:rsidRPr="00D3061A">
        <w:rPr>
          <w:szCs w:val="22"/>
        </w:rPr>
        <w:t>:</w:t>
      </w:r>
    </w:p>
    <w:p w14:paraId="3462DCD2" w14:textId="77777777" w:rsidR="009D5BA8" w:rsidRPr="00D3061A" w:rsidRDefault="009D5BA8" w:rsidP="009D5BA8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>da je državljanin Republike Hrvatske-presliku Domovnice</w:t>
      </w:r>
      <w:r w:rsidR="005A3C97">
        <w:rPr>
          <w:szCs w:val="22"/>
        </w:rPr>
        <w:t xml:space="preserve"> -ukoliko se </w:t>
      </w:r>
      <w:r w:rsidR="00BC5E36">
        <w:rPr>
          <w:szCs w:val="22"/>
        </w:rPr>
        <w:t>Z</w:t>
      </w:r>
      <w:r w:rsidR="005A3C97">
        <w:rPr>
          <w:szCs w:val="22"/>
        </w:rPr>
        <w:t xml:space="preserve">ahtjev </w:t>
      </w:r>
      <w:r w:rsidR="00BC5E36">
        <w:rPr>
          <w:szCs w:val="22"/>
        </w:rPr>
        <w:t>za potporu</w:t>
      </w:r>
      <w:r w:rsidR="00491E6B">
        <w:rPr>
          <w:szCs w:val="22"/>
        </w:rPr>
        <w:t xml:space="preserve"> </w:t>
      </w:r>
      <w:r w:rsidR="00BC5E36">
        <w:rPr>
          <w:szCs w:val="22"/>
        </w:rPr>
        <w:t xml:space="preserve">podnosi </w:t>
      </w:r>
      <w:r w:rsidR="005A3C97">
        <w:rPr>
          <w:szCs w:val="22"/>
        </w:rPr>
        <w:t xml:space="preserve"> prvi put</w:t>
      </w:r>
      <w:r w:rsidR="00BC5E36">
        <w:rPr>
          <w:szCs w:val="22"/>
        </w:rPr>
        <w:t xml:space="preserve"> (za učenika za kojega se traži potpora)</w:t>
      </w:r>
    </w:p>
    <w:p w14:paraId="4FBE2B3F" w14:textId="77777777" w:rsidR="009D5BA8" w:rsidRPr="00D3061A" w:rsidRDefault="00D26BBA" w:rsidP="0003181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 xml:space="preserve">da imaju prebivalište na području Općine Martinska Ves </w:t>
      </w:r>
      <w:r w:rsidR="009A1ACC" w:rsidRPr="00D3061A">
        <w:rPr>
          <w:szCs w:val="22"/>
        </w:rPr>
        <w:t xml:space="preserve">najmanje </w:t>
      </w:r>
      <w:r w:rsidR="009A1ACC" w:rsidRPr="000F5A2D">
        <w:rPr>
          <w:szCs w:val="22"/>
        </w:rPr>
        <w:t>šest mjeseci</w:t>
      </w:r>
      <w:r w:rsidR="009D5BA8" w:rsidRPr="000F5A2D">
        <w:rPr>
          <w:szCs w:val="22"/>
        </w:rPr>
        <w:t xml:space="preserve"> unazad</w:t>
      </w:r>
      <w:r w:rsidR="009D5BA8" w:rsidRPr="00D3061A">
        <w:rPr>
          <w:szCs w:val="22"/>
        </w:rPr>
        <w:t>, računajući od dana stupanja na snagu ove Odluke-Potvr</w:t>
      </w:r>
      <w:r w:rsidRPr="00D3061A">
        <w:rPr>
          <w:szCs w:val="22"/>
        </w:rPr>
        <w:t>da</w:t>
      </w:r>
      <w:r w:rsidR="009D5BA8" w:rsidRPr="00D3061A">
        <w:rPr>
          <w:szCs w:val="22"/>
        </w:rPr>
        <w:t>/Uvjerenje o prebivalištu izdano nakon dana stupanja ove Odluke na snagu</w:t>
      </w:r>
      <w:r w:rsidR="005A3C97">
        <w:rPr>
          <w:szCs w:val="22"/>
        </w:rPr>
        <w:t xml:space="preserve"> ili preslik</w:t>
      </w:r>
      <w:r w:rsidR="00491E6B">
        <w:rPr>
          <w:szCs w:val="22"/>
        </w:rPr>
        <w:t>a</w:t>
      </w:r>
      <w:r w:rsidR="005A3C97">
        <w:rPr>
          <w:szCs w:val="22"/>
        </w:rPr>
        <w:t xml:space="preserve"> osobne iskaznice</w:t>
      </w:r>
      <w:r w:rsidR="00491E6B">
        <w:rPr>
          <w:szCs w:val="22"/>
        </w:rPr>
        <w:t xml:space="preserve"> ukoliko je iz iste vidljivo da je zadovoljen uvjet o trajanju prebivališta na području općine Martinska Ves</w:t>
      </w:r>
    </w:p>
    <w:p w14:paraId="4D8DEA40" w14:textId="1F57BF35" w:rsidR="00D666F0" w:rsidRPr="00D3061A" w:rsidRDefault="00D666F0" w:rsidP="0003181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 xml:space="preserve">dokaz o odlasku </w:t>
      </w:r>
      <w:r w:rsidR="00FD0132" w:rsidRPr="00D3061A">
        <w:rPr>
          <w:szCs w:val="22"/>
        </w:rPr>
        <w:t xml:space="preserve">učenika </w:t>
      </w:r>
      <w:r w:rsidR="00F9210A">
        <w:rPr>
          <w:szCs w:val="22"/>
        </w:rPr>
        <w:t>na maturalno putovanje u 202</w:t>
      </w:r>
      <w:r w:rsidR="00ED2607">
        <w:rPr>
          <w:szCs w:val="22"/>
        </w:rPr>
        <w:t>6</w:t>
      </w:r>
      <w:r w:rsidRPr="00D3061A">
        <w:rPr>
          <w:szCs w:val="22"/>
        </w:rPr>
        <w:t>. /Ugovor s putničkom agencijom (organizatorom putovanja)</w:t>
      </w:r>
    </w:p>
    <w:p w14:paraId="58607556" w14:textId="7177E83B" w:rsidR="00D666F0" w:rsidRPr="00D3061A" w:rsidRDefault="00ED2607" w:rsidP="00031811">
      <w:pPr>
        <w:pStyle w:val="Tijeloteksta2"/>
        <w:numPr>
          <w:ilvl w:val="0"/>
          <w:numId w:val="23"/>
        </w:numPr>
        <w:spacing w:after="0" w:line="240" w:lineRule="auto"/>
        <w:jc w:val="both"/>
        <w:rPr>
          <w:szCs w:val="22"/>
        </w:rPr>
      </w:pPr>
      <w:r>
        <w:rPr>
          <w:szCs w:val="22"/>
        </w:rPr>
        <w:t>p</w:t>
      </w:r>
      <w:r w:rsidR="00D666F0" w:rsidRPr="00D3061A">
        <w:rPr>
          <w:szCs w:val="22"/>
        </w:rPr>
        <w:t>otvrda osnovne</w:t>
      </w:r>
      <w:r w:rsidR="00491E6B">
        <w:rPr>
          <w:szCs w:val="22"/>
        </w:rPr>
        <w:t>,</w:t>
      </w:r>
      <w:r w:rsidR="00D666F0" w:rsidRPr="00D3061A">
        <w:rPr>
          <w:szCs w:val="22"/>
        </w:rPr>
        <w:t xml:space="preserve"> </w:t>
      </w:r>
      <w:r w:rsidR="00593A85">
        <w:rPr>
          <w:szCs w:val="22"/>
        </w:rPr>
        <w:t xml:space="preserve"> odnosno srednje </w:t>
      </w:r>
      <w:r w:rsidR="00D666F0" w:rsidRPr="00D3061A">
        <w:rPr>
          <w:szCs w:val="22"/>
        </w:rPr>
        <w:t xml:space="preserve">škole da razred koji učenik pohađa </w:t>
      </w:r>
      <w:r w:rsidR="00F9210A">
        <w:rPr>
          <w:szCs w:val="22"/>
        </w:rPr>
        <w:t>ide na maturalno putovanje u 202</w:t>
      </w:r>
      <w:r>
        <w:rPr>
          <w:szCs w:val="22"/>
        </w:rPr>
        <w:t>6</w:t>
      </w:r>
      <w:r w:rsidR="00D666F0" w:rsidRPr="00D3061A">
        <w:rPr>
          <w:szCs w:val="22"/>
        </w:rPr>
        <w:t>. godini</w:t>
      </w:r>
    </w:p>
    <w:p w14:paraId="07824727" w14:textId="77777777" w:rsidR="00FD0132" w:rsidRPr="00D3061A" w:rsidRDefault="00FD0132" w:rsidP="00FD0132">
      <w:pPr>
        <w:pStyle w:val="Tijeloteksta2"/>
        <w:spacing w:after="0" w:line="240" w:lineRule="auto"/>
        <w:jc w:val="both"/>
        <w:rPr>
          <w:szCs w:val="22"/>
        </w:rPr>
      </w:pPr>
    </w:p>
    <w:p w14:paraId="2BF04DA7" w14:textId="77777777" w:rsidR="009D5BA8" w:rsidRPr="00D3061A" w:rsidRDefault="009D5BA8" w:rsidP="009D5BA8">
      <w:pPr>
        <w:pStyle w:val="Tijeloteksta2"/>
        <w:spacing w:after="0" w:line="240" w:lineRule="auto"/>
        <w:ind w:left="720"/>
        <w:jc w:val="both"/>
        <w:rPr>
          <w:szCs w:val="22"/>
        </w:rPr>
      </w:pPr>
      <w:r w:rsidRPr="00D3061A">
        <w:rPr>
          <w:szCs w:val="22"/>
        </w:rPr>
        <w:t>Obitelji/roditelji redovitih učenika osnovne</w:t>
      </w:r>
      <w:r w:rsidR="00593A85">
        <w:rPr>
          <w:szCs w:val="22"/>
        </w:rPr>
        <w:t xml:space="preserve"> i srednje </w:t>
      </w:r>
      <w:r w:rsidRPr="00D3061A">
        <w:rPr>
          <w:szCs w:val="22"/>
        </w:rPr>
        <w:t xml:space="preserve"> škole traženu dokumentaciju podnose za dijete odnosno učenika za kojega traže novčanu potporu, dok prebivalište na području Općine Martinska Ves dokazuju </w:t>
      </w:r>
      <w:r w:rsidRPr="00D3061A">
        <w:rPr>
          <w:szCs w:val="22"/>
          <w:u w:val="single"/>
        </w:rPr>
        <w:t>i za sebe i za dijete</w:t>
      </w:r>
      <w:r w:rsidRPr="00D3061A">
        <w:rPr>
          <w:szCs w:val="22"/>
        </w:rPr>
        <w:t xml:space="preserve"> (uz dijete, barem jedan roditelj mora imati prebivalište na području općine Martinska Ves)</w:t>
      </w:r>
    </w:p>
    <w:p w14:paraId="3CDFD922" w14:textId="77777777" w:rsidR="009D5BA8" w:rsidRPr="00D3061A" w:rsidRDefault="009D5BA8" w:rsidP="009D5BA8">
      <w:pPr>
        <w:pStyle w:val="Tijeloteksta2"/>
        <w:spacing w:after="0" w:line="240" w:lineRule="auto"/>
        <w:ind w:left="720"/>
        <w:jc w:val="both"/>
        <w:rPr>
          <w:szCs w:val="22"/>
        </w:rPr>
      </w:pPr>
    </w:p>
    <w:p w14:paraId="612CF2D8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3E3F2F07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1791FFA5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12DE7E00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6A49895B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5B4AF5DB" w14:textId="77777777" w:rsidR="00ED2607" w:rsidRDefault="00ED2607" w:rsidP="00EA52C0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7299C28B" w14:textId="22275DEC" w:rsidR="00EA52C0" w:rsidRPr="00D3061A" w:rsidRDefault="00312821" w:rsidP="00EA52C0">
      <w:pPr>
        <w:pStyle w:val="Tijeloteksta2"/>
        <w:spacing w:after="0" w:line="240" w:lineRule="auto"/>
        <w:jc w:val="center"/>
        <w:rPr>
          <w:b/>
          <w:szCs w:val="22"/>
        </w:rPr>
      </w:pPr>
      <w:r w:rsidRPr="00D3061A">
        <w:rPr>
          <w:b/>
          <w:szCs w:val="22"/>
        </w:rPr>
        <w:t xml:space="preserve">Članak </w:t>
      </w:r>
      <w:r w:rsidR="00FD0132" w:rsidRPr="00D3061A">
        <w:rPr>
          <w:b/>
          <w:szCs w:val="22"/>
        </w:rPr>
        <w:t>4</w:t>
      </w:r>
      <w:r w:rsidR="00EA52C0" w:rsidRPr="00D3061A">
        <w:rPr>
          <w:b/>
          <w:szCs w:val="22"/>
        </w:rPr>
        <w:t>.</w:t>
      </w:r>
    </w:p>
    <w:p w14:paraId="0FC93C7E" w14:textId="77777777" w:rsidR="00BE0B49" w:rsidRPr="002253EB" w:rsidRDefault="007C075F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D3061A">
        <w:rPr>
          <w:szCs w:val="22"/>
        </w:rPr>
        <w:t>Općina Martinska Ves novčane potp</w:t>
      </w:r>
      <w:r w:rsidR="00312821" w:rsidRPr="00D3061A">
        <w:rPr>
          <w:szCs w:val="22"/>
        </w:rPr>
        <w:t>ore  dodjeljivat će jednokratno</w:t>
      </w:r>
      <w:r w:rsidRPr="00D3061A">
        <w:rPr>
          <w:szCs w:val="22"/>
        </w:rPr>
        <w:t>,</w:t>
      </w:r>
      <w:r w:rsidR="00312821" w:rsidRPr="00D3061A">
        <w:rPr>
          <w:szCs w:val="22"/>
        </w:rPr>
        <w:t xml:space="preserve"> po učeniku</w:t>
      </w:r>
      <w:r w:rsidRPr="00D3061A">
        <w:rPr>
          <w:szCs w:val="22"/>
        </w:rPr>
        <w:t xml:space="preserve"> koji ostvar</w:t>
      </w:r>
      <w:r w:rsidR="00312821" w:rsidRPr="00D3061A">
        <w:rPr>
          <w:szCs w:val="22"/>
        </w:rPr>
        <w:t>i</w:t>
      </w:r>
      <w:r w:rsidRPr="00D3061A">
        <w:rPr>
          <w:szCs w:val="22"/>
        </w:rPr>
        <w:t xml:space="preserve"> pravo na potporu temeljem ispunjenih uvjeta n</w:t>
      </w:r>
      <w:r w:rsidR="00312821" w:rsidRPr="00D3061A">
        <w:rPr>
          <w:szCs w:val="22"/>
        </w:rPr>
        <w:t>avedenih u č</w:t>
      </w:r>
      <w:r w:rsidR="00FD0132" w:rsidRPr="00D3061A">
        <w:rPr>
          <w:szCs w:val="22"/>
        </w:rPr>
        <w:t>l</w:t>
      </w:r>
      <w:r w:rsidR="00D82359">
        <w:rPr>
          <w:szCs w:val="22"/>
        </w:rPr>
        <w:t>anku 3. Ove Odluke, u  iznosu do</w:t>
      </w:r>
      <w:r w:rsidR="00FD0132" w:rsidRPr="00D3061A">
        <w:rPr>
          <w:szCs w:val="22"/>
        </w:rPr>
        <w:t xml:space="preserve"> </w:t>
      </w:r>
      <w:r w:rsidR="00D82359" w:rsidRPr="007D3B81">
        <w:rPr>
          <w:szCs w:val="22"/>
        </w:rPr>
        <w:t xml:space="preserve">maksimalno </w:t>
      </w:r>
      <w:r w:rsidR="00E1796A" w:rsidRPr="002D6D9A">
        <w:rPr>
          <w:b/>
          <w:szCs w:val="22"/>
        </w:rPr>
        <w:t>1</w:t>
      </w:r>
      <w:r w:rsidR="002D6D9A" w:rsidRPr="002D6D9A">
        <w:rPr>
          <w:b/>
          <w:szCs w:val="22"/>
        </w:rPr>
        <w:t>65 eur</w:t>
      </w:r>
      <w:r w:rsidR="00094761">
        <w:rPr>
          <w:b/>
          <w:szCs w:val="22"/>
        </w:rPr>
        <w:t>a</w:t>
      </w:r>
      <w:r w:rsidR="00D82359" w:rsidRPr="002253EB">
        <w:rPr>
          <w:szCs w:val="22"/>
        </w:rPr>
        <w:t xml:space="preserve"> po učeniku (ovisno </w:t>
      </w:r>
      <w:r w:rsidR="006A7824" w:rsidRPr="002253EB">
        <w:rPr>
          <w:szCs w:val="22"/>
        </w:rPr>
        <w:t xml:space="preserve">o </w:t>
      </w:r>
      <w:r w:rsidR="00D82359" w:rsidRPr="002253EB">
        <w:rPr>
          <w:szCs w:val="22"/>
        </w:rPr>
        <w:t xml:space="preserve">ugovorenoj cijeni putovanja) </w:t>
      </w:r>
      <w:r w:rsidR="00FD0132" w:rsidRPr="002253EB">
        <w:rPr>
          <w:szCs w:val="22"/>
        </w:rPr>
        <w:t>.</w:t>
      </w:r>
    </w:p>
    <w:p w14:paraId="36227A20" w14:textId="77777777" w:rsidR="00521FE4" w:rsidRDefault="00521FE4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D3061A">
        <w:rPr>
          <w:szCs w:val="22"/>
        </w:rPr>
        <w:t>Potpora se uplaćuje putničkoj agenciji/</w:t>
      </w:r>
      <w:r w:rsidR="00140276" w:rsidRPr="00D3061A">
        <w:rPr>
          <w:szCs w:val="22"/>
        </w:rPr>
        <w:t>organizatoru putovanja po dostavljenom dokazu o uplati ost</w:t>
      </w:r>
      <w:r w:rsidR="00505EAB" w:rsidRPr="00D3061A">
        <w:rPr>
          <w:szCs w:val="22"/>
        </w:rPr>
        <w:t>atka ugovorene cijene putovanja u slučaju jednokratnog plaćanja po ugovoru, odnosno po dostavljenom dokazu o uplati  prve rate u slučaju ugovorenog plaćanja na rate.</w:t>
      </w:r>
    </w:p>
    <w:p w14:paraId="63B3FAFC" w14:textId="77777777" w:rsidR="007967A6" w:rsidRPr="00936A92" w:rsidRDefault="007967A6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936A92">
        <w:rPr>
          <w:szCs w:val="22"/>
        </w:rPr>
        <w:t xml:space="preserve">U slučaju eventualne izvršene uplate ugovorene cijene putovanja, prije podnošenja zahtjeva </w:t>
      </w:r>
      <w:r w:rsidR="00306C8A">
        <w:rPr>
          <w:szCs w:val="22"/>
        </w:rPr>
        <w:t>O</w:t>
      </w:r>
      <w:r w:rsidRPr="00936A92">
        <w:rPr>
          <w:szCs w:val="22"/>
        </w:rPr>
        <w:t xml:space="preserve">pćini  Martinska Ves za potporu,  potpora će se uplatiti na račun roditelja učenika/podnositelja zahtjeva uz prilaganje dokaza o uplaćenom </w:t>
      </w:r>
      <w:r w:rsidR="002363E7" w:rsidRPr="00936A92">
        <w:rPr>
          <w:szCs w:val="22"/>
        </w:rPr>
        <w:t>iznosu putničkoj agenciji/organizatoru putovanja.</w:t>
      </w:r>
      <w:r w:rsidRPr="00936A92">
        <w:rPr>
          <w:szCs w:val="22"/>
        </w:rPr>
        <w:t xml:space="preserve"> </w:t>
      </w:r>
    </w:p>
    <w:p w14:paraId="0AB07BD4" w14:textId="77777777" w:rsidR="007967A6" w:rsidRDefault="007967A6" w:rsidP="007C075F">
      <w:pPr>
        <w:pStyle w:val="Tijeloteksta2"/>
        <w:spacing w:after="0" w:line="240" w:lineRule="auto"/>
        <w:ind w:firstLine="720"/>
        <w:jc w:val="both"/>
        <w:rPr>
          <w:szCs w:val="22"/>
        </w:rPr>
      </w:pPr>
    </w:p>
    <w:p w14:paraId="2F8B252B" w14:textId="77777777" w:rsidR="00EA52C0" w:rsidRPr="00D3061A" w:rsidRDefault="00C632C1" w:rsidP="00EA52C0">
      <w:pPr>
        <w:jc w:val="center"/>
        <w:rPr>
          <w:b/>
          <w:sz w:val="22"/>
          <w:szCs w:val="22"/>
        </w:rPr>
      </w:pPr>
      <w:r w:rsidRPr="00D3061A">
        <w:rPr>
          <w:b/>
          <w:sz w:val="22"/>
          <w:szCs w:val="22"/>
        </w:rPr>
        <w:t xml:space="preserve">Članak </w:t>
      </w:r>
      <w:r w:rsidR="007967A6">
        <w:rPr>
          <w:b/>
          <w:sz w:val="22"/>
          <w:szCs w:val="22"/>
        </w:rPr>
        <w:t>5</w:t>
      </w:r>
      <w:r w:rsidR="00EA52C0" w:rsidRPr="00D3061A">
        <w:rPr>
          <w:b/>
          <w:sz w:val="22"/>
          <w:szCs w:val="22"/>
        </w:rPr>
        <w:t>.</w:t>
      </w:r>
    </w:p>
    <w:p w14:paraId="081DC275" w14:textId="77777777" w:rsidR="00EA52C0" w:rsidRPr="00D3061A" w:rsidRDefault="00EA52C0" w:rsidP="007C075F">
      <w:pPr>
        <w:jc w:val="both"/>
        <w:rPr>
          <w:sz w:val="22"/>
          <w:szCs w:val="22"/>
        </w:rPr>
      </w:pPr>
      <w:r w:rsidRPr="00D3061A">
        <w:rPr>
          <w:sz w:val="22"/>
          <w:szCs w:val="22"/>
        </w:rPr>
        <w:tab/>
        <w:t xml:space="preserve"> </w:t>
      </w:r>
    </w:p>
    <w:p w14:paraId="78B9C231" w14:textId="167C60EE" w:rsidR="00EA52C0" w:rsidRPr="00D3061A" w:rsidRDefault="007C075F" w:rsidP="00522D6E">
      <w:pPr>
        <w:pStyle w:val="Tijeloteksta2"/>
        <w:spacing w:after="0" w:line="240" w:lineRule="auto"/>
        <w:ind w:firstLine="720"/>
        <w:jc w:val="both"/>
        <w:rPr>
          <w:b/>
          <w:szCs w:val="22"/>
        </w:rPr>
      </w:pPr>
      <w:r w:rsidRPr="00D3061A">
        <w:rPr>
          <w:szCs w:val="22"/>
        </w:rPr>
        <w:t>Zahtjev</w:t>
      </w:r>
      <w:r w:rsidR="00C632C1" w:rsidRPr="00D3061A">
        <w:rPr>
          <w:szCs w:val="22"/>
        </w:rPr>
        <w:t>i za isplate</w:t>
      </w:r>
      <w:r w:rsidRPr="00D3061A">
        <w:rPr>
          <w:szCs w:val="22"/>
        </w:rPr>
        <w:t xml:space="preserve"> jed</w:t>
      </w:r>
      <w:r w:rsidR="00C632C1" w:rsidRPr="00D3061A">
        <w:rPr>
          <w:szCs w:val="22"/>
        </w:rPr>
        <w:t>nokratne novčane potpore podnose</w:t>
      </w:r>
      <w:r w:rsidRPr="00D3061A">
        <w:rPr>
          <w:szCs w:val="22"/>
        </w:rPr>
        <w:t xml:space="preserve"> se </w:t>
      </w:r>
      <w:r w:rsidR="00C632C1" w:rsidRPr="00D3061A">
        <w:rPr>
          <w:szCs w:val="22"/>
        </w:rPr>
        <w:t>J</w:t>
      </w:r>
      <w:r w:rsidRPr="00D3061A">
        <w:rPr>
          <w:szCs w:val="22"/>
        </w:rPr>
        <w:t>edinstvenom upravnom</w:t>
      </w:r>
      <w:r w:rsidR="00522D6E" w:rsidRPr="00D3061A">
        <w:rPr>
          <w:szCs w:val="22"/>
        </w:rPr>
        <w:t xml:space="preserve"> odjelu  Općine M</w:t>
      </w:r>
      <w:r w:rsidRPr="00D3061A">
        <w:rPr>
          <w:szCs w:val="22"/>
        </w:rPr>
        <w:t xml:space="preserve">artinska </w:t>
      </w:r>
      <w:r w:rsidRPr="008D136E">
        <w:rPr>
          <w:szCs w:val="22"/>
        </w:rPr>
        <w:t>Ves</w:t>
      </w:r>
      <w:r w:rsidR="001B7B01" w:rsidRPr="008D136E">
        <w:rPr>
          <w:szCs w:val="22"/>
        </w:rPr>
        <w:t xml:space="preserve">, a </w:t>
      </w:r>
      <w:r w:rsidR="00522D6E" w:rsidRPr="008D136E">
        <w:rPr>
          <w:szCs w:val="22"/>
        </w:rPr>
        <w:t xml:space="preserve">zaključno </w:t>
      </w:r>
      <w:r w:rsidR="00522D6E" w:rsidRPr="002253EB">
        <w:rPr>
          <w:szCs w:val="22"/>
        </w:rPr>
        <w:t xml:space="preserve">do </w:t>
      </w:r>
      <w:r w:rsidR="00CE2DF7">
        <w:rPr>
          <w:szCs w:val="22"/>
        </w:rPr>
        <w:t>0</w:t>
      </w:r>
      <w:r w:rsidR="00BF2DB0">
        <w:rPr>
          <w:szCs w:val="22"/>
        </w:rPr>
        <w:t>1</w:t>
      </w:r>
      <w:r w:rsidR="00522D6E" w:rsidRPr="002253EB">
        <w:rPr>
          <w:szCs w:val="22"/>
        </w:rPr>
        <w:t xml:space="preserve">. </w:t>
      </w:r>
      <w:r w:rsidR="00D31DAC" w:rsidRPr="002253EB">
        <w:rPr>
          <w:szCs w:val="22"/>
        </w:rPr>
        <w:t>1</w:t>
      </w:r>
      <w:r w:rsidR="00CE2DF7">
        <w:rPr>
          <w:szCs w:val="22"/>
        </w:rPr>
        <w:t>2</w:t>
      </w:r>
      <w:r w:rsidR="00D31DAC" w:rsidRPr="002253EB">
        <w:rPr>
          <w:szCs w:val="22"/>
        </w:rPr>
        <w:t>.</w:t>
      </w:r>
      <w:r w:rsidR="00C632C1" w:rsidRPr="002253EB">
        <w:rPr>
          <w:szCs w:val="22"/>
        </w:rPr>
        <w:t xml:space="preserve"> </w:t>
      </w:r>
      <w:r w:rsidR="00F9210A">
        <w:rPr>
          <w:szCs w:val="22"/>
        </w:rPr>
        <w:t>202</w:t>
      </w:r>
      <w:r w:rsidR="00ED2607">
        <w:rPr>
          <w:szCs w:val="22"/>
        </w:rPr>
        <w:t>6</w:t>
      </w:r>
      <w:r w:rsidR="00522D6E" w:rsidRPr="002253EB">
        <w:rPr>
          <w:szCs w:val="22"/>
        </w:rPr>
        <w:t>.</w:t>
      </w:r>
      <w:r w:rsidR="00C632C1" w:rsidRPr="002253EB">
        <w:rPr>
          <w:szCs w:val="22"/>
        </w:rPr>
        <w:t xml:space="preserve"> godine</w:t>
      </w:r>
      <w:r w:rsidR="001B7B01" w:rsidRPr="002253EB">
        <w:rPr>
          <w:szCs w:val="22"/>
        </w:rPr>
        <w:t>.</w:t>
      </w:r>
    </w:p>
    <w:p w14:paraId="095BBAC7" w14:textId="77777777" w:rsidR="00522D6E" w:rsidRPr="00D3061A" w:rsidRDefault="00522D6E" w:rsidP="00522D6E">
      <w:pPr>
        <w:pStyle w:val="Tijeloteksta2"/>
        <w:spacing w:after="0" w:line="240" w:lineRule="auto"/>
        <w:ind w:firstLine="720"/>
        <w:jc w:val="both"/>
        <w:rPr>
          <w:szCs w:val="22"/>
          <w:u w:val="single"/>
        </w:rPr>
      </w:pPr>
      <w:r w:rsidRPr="00D3061A">
        <w:rPr>
          <w:szCs w:val="22"/>
        </w:rPr>
        <w:t>Zahtjevu se prilaže dokumentacija navedena u članku 3. Odluke u preslici</w:t>
      </w:r>
      <w:r w:rsidR="00521FE4" w:rsidRPr="00D3061A">
        <w:rPr>
          <w:szCs w:val="22"/>
        </w:rPr>
        <w:t>.</w:t>
      </w:r>
    </w:p>
    <w:p w14:paraId="1F192A34" w14:textId="77777777" w:rsidR="00522D6E" w:rsidRPr="00D3061A" w:rsidRDefault="00522D6E" w:rsidP="00EA52C0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>Općina Martinska Ves zadržava pravo uvida u originalnu dokumentaciju priloženu zahtjevu.</w:t>
      </w:r>
    </w:p>
    <w:p w14:paraId="2374D26D" w14:textId="45D29DF1" w:rsidR="00B05FAA" w:rsidRPr="00D3061A" w:rsidRDefault="00B05FAA" w:rsidP="00EA52C0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ab/>
        <w:t xml:space="preserve">Isplate će vršiti Jedinstveni upravni odjel Općine Martinska Ves sukcesivno prema obrađenim zahtjevima koji zadovoljavaju propisne uvjete,  a zaključno </w:t>
      </w:r>
      <w:r w:rsidR="00F9210A">
        <w:rPr>
          <w:szCs w:val="22"/>
        </w:rPr>
        <w:t>sa 31.prosinca 202</w:t>
      </w:r>
      <w:r w:rsidR="00ED2607">
        <w:rPr>
          <w:szCs w:val="22"/>
        </w:rPr>
        <w:t>6</w:t>
      </w:r>
      <w:r w:rsidRPr="00D3061A">
        <w:rPr>
          <w:szCs w:val="22"/>
        </w:rPr>
        <w:t>.godine</w:t>
      </w:r>
      <w:r w:rsidR="00B72B59" w:rsidRPr="00D3061A">
        <w:rPr>
          <w:szCs w:val="22"/>
        </w:rPr>
        <w:t>.</w:t>
      </w:r>
    </w:p>
    <w:p w14:paraId="53B968A7" w14:textId="77777777" w:rsidR="00B05FAA" w:rsidRDefault="00B05FAA" w:rsidP="00EA52C0">
      <w:pPr>
        <w:pStyle w:val="Tijeloteksta2"/>
        <w:spacing w:after="0" w:line="240" w:lineRule="auto"/>
        <w:jc w:val="both"/>
        <w:rPr>
          <w:szCs w:val="22"/>
        </w:rPr>
      </w:pPr>
      <w:r w:rsidRPr="00D3061A">
        <w:rPr>
          <w:szCs w:val="22"/>
        </w:rPr>
        <w:tab/>
        <w:t>Podnositelji zahtjeva</w:t>
      </w:r>
      <w:r w:rsidR="00B72B59" w:rsidRPr="00D3061A">
        <w:rPr>
          <w:szCs w:val="22"/>
        </w:rPr>
        <w:t>, odnosno zahtjevi koji nisu podneseni u roku naznačenom u stavku 1. ove Odluke, te koji nisu  ispunili uvjete i dostavili traženu dokumentaciju iz članka 3. ove Odluke, o  neispunjavanju uvjeta i neisplati bit obavješteni pisanim putem, a po isteku roka iz stavka 1. ovog članka.</w:t>
      </w:r>
    </w:p>
    <w:p w14:paraId="0AF0AC55" w14:textId="77777777" w:rsidR="00BB487F" w:rsidRPr="00BB487F" w:rsidRDefault="00BB487F" w:rsidP="00EA52C0">
      <w:pPr>
        <w:pStyle w:val="Tijeloteksta2"/>
        <w:spacing w:after="0" w:line="240" w:lineRule="auto"/>
        <w:jc w:val="both"/>
        <w:rPr>
          <w:b/>
          <w:szCs w:val="22"/>
        </w:rPr>
      </w:pPr>
    </w:p>
    <w:p w14:paraId="4E0FEE4D" w14:textId="77777777" w:rsidR="00BB487F" w:rsidRDefault="00BB487F" w:rsidP="00BB487F">
      <w:pPr>
        <w:pStyle w:val="Tijeloteksta2"/>
        <w:spacing w:after="0" w:line="240" w:lineRule="auto"/>
        <w:jc w:val="center"/>
        <w:rPr>
          <w:b/>
          <w:szCs w:val="22"/>
        </w:rPr>
      </w:pPr>
      <w:r w:rsidRPr="00BB487F">
        <w:rPr>
          <w:b/>
          <w:szCs w:val="22"/>
        </w:rPr>
        <w:t>Članak 6.</w:t>
      </w:r>
    </w:p>
    <w:p w14:paraId="5435ED5E" w14:textId="77777777" w:rsidR="00BB487F" w:rsidRPr="002253EB" w:rsidRDefault="00BB487F" w:rsidP="00BB487F">
      <w:pPr>
        <w:pStyle w:val="Tijeloteksta2"/>
        <w:spacing w:after="0" w:line="240" w:lineRule="auto"/>
        <w:jc w:val="center"/>
        <w:rPr>
          <w:b/>
          <w:szCs w:val="22"/>
        </w:rPr>
      </w:pPr>
    </w:p>
    <w:p w14:paraId="33E0107B" w14:textId="77777777" w:rsidR="00BB487F" w:rsidRPr="002253EB" w:rsidRDefault="00BB487F" w:rsidP="00BB487F">
      <w:pPr>
        <w:pStyle w:val="Tijeloteksta2"/>
        <w:spacing w:after="0" w:line="240" w:lineRule="auto"/>
        <w:ind w:firstLine="708"/>
        <w:jc w:val="both"/>
        <w:rPr>
          <w:szCs w:val="22"/>
        </w:rPr>
      </w:pPr>
      <w:r w:rsidRPr="002253EB">
        <w:rPr>
          <w:szCs w:val="22"/>
        </w:rPr>
        <w:t xml:space="preserve">Ova Odluka stupa na snagu </w:t>
      </w:r>
      <w:r w:rsidR="00D15D83">
        <w:rPr>
          <w:szCs w:val="22"/>
        </w:rPr>
        <w:t>dan nakon objave</w:t>
      </w:r>
      <w:r w:rsidRPr="002253EB">
        <w:rPr>
          <w:szCs w:val="22"/>
        </w:rPr>
        <w:t xml:space="preserve"> u „Službenom vjesniku“</w:t>
      </w:r>
      <w:r w:rsidR="00094761">
        <w:rPr>
          <w:szCs w:val="22"/>
        </w:rPr>
        <w:t>, službenom glasilu</w:t>
      </w:r>
      <w:r w:rsidRPr="002253EB">
        <w:rPr>
          <w:szCs w:val="22"/>
        </w:rPr>
        <w:t xml:space="preserve"> Općine Martinska Ves.</w:t>
      </w:r>
    </w:p>
    <w:p w14:paraId="35E516A6" w14:textId="77777777" w:rsidR="00BB487F" w:rsidRPr="002253EB" w:rsidRDefault="00BB487F" w:rsidP="00ED2607">
      <w:pPr>
        <w:pStyle w:val="Tijeloteksta"/>
        <w:ind w:right="-91" w:firstLine="708"/>
        <w:jc w:val="both"/>
        <w:rPr>
          <w:sz w:val="22"/>
          <w:szCs w:val="22"/>
        </w:rPr>
      </w:pPr>
    </w:p>
    <w:p w14:paraId="30A2C196" w14:textId="77777777" w:rsidR="00EA52C0" w:rsidRPr="002253EB" w:rsidRDefault="00EA52C0" w:rsidP="00EA52C0">
      <w:pPr>
        <w:pStyle w:val="Zaglavlje"/>
        <w:rPr>
          <w:sz w:val="22"/>
          <w:szCs w:val="22"/>
        </w:rPr>
      </w:pPr>
    </w:p>
    <w:p w14:paraId="6EE964D1" w14:textId="77777777" w:rsidR="00EA52C0" w:rsidRPr="002253EB" w:rsidRDefault="00EA52C0" w:rsidP="00EA52C0">
      <w:pPr>
        <w:pStyle w:val="TEKST"/>
        <w:spacing w:after="0"/>
        <w:ind w:firstLine="720"/>
        <w:rPr>
          <w:rFonts w:ascii="Times New Roman" w:hAnsi="Times New Roman"/>
          <w:sz w:val="22"/>
          <w:szCs w:val="22"/>
        </w:rPr>
      </w:pPr>
      <w:r w:rsidRPr="002253E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</w:t>
      </w:r>
    </w:p>
    <w:tbl>
      <w:tblPr>
        <w:tblW w:w="10321" w:type="dxa"/>
        <w:tblInd w:w="108" w:type="dxa"/>
        <w:tblLook w:val="04A0" w:firstRow="1" w:lastRow="0" w:firstColumn="1" w:lastColumn="0" w:noHBand="0" w:noVBand="1"/>
      </w:tblPr>
      <w:tblGrid>
        <w:gridCol w:w="570"/>
        <w:gridCol w:w="235"/>
        <w:gridCol w:w="352"/>
        <w:gridCol w:w="367"/>
        <w:gridCol w:w="367"/>
        <w:gridCol w:w="367"/>
        <w:gridCol w:w="7415"/>
        <w:gridCol w:w="324"/>
        <w:gridCol w:w="324"/>
      </w:tblGrid>
      <w:tr w:rsidR="00ED2607" w:rsidRPr="00EA2F86" w14:paraId="2A86BC1B" w14:textId="77777777" w:rsidTr="00ED2607">
        <w:trPr>
          <w:trHeight w:val="405"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41513" w14:textId="77777777" w:rsidR="00ED2607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  <w:p w14:paraId="21796653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  <w:r w:rsidRPr="00EA2F86">
              <w:rPr>
                <w:szCs w:val="24"/>
                <w:lang w:val="en-US" w:eastAsia="en-US"/>
              </w:rPr>
              <w:t>PREDSJEDNI</w:t>
            </w:r>
            <w:r>
              <w:rPr>
                <w:szCs w:val="24"/>
                <w:lang w:val="en-US" w:eastAsia="en-US"/>
              </w:rPr>
              <w:t>CA</w:t>
            </w:r>
          </w:p>
          <w:p w14:paraId="4957519F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  <w:p w14:paraId="66800098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Tihana Čulinović Barašin,</w:t>
            </w:r>
            <w:r w:rsidRPr="00A22617">
              <w:rPr>
                <w:szCs w:val="24"/>
                <w:lang w:eastAsia="en-US"/>
              </w:rPr>
              <w:t xml:space="preserve"> </w:t>
            </w:r>
            <w:proofErr w:type="spellStart"/>
            <w:r w:rsidRPr="00A22617">
              <w:rPr>
                <w:szCs w:val="24"/>
                <w:lang w:eastAsia="en-US"/>
              </w:rPr>
              <w:t>mag.oec</w:t>
            </w:r>
            <w:proofErr w:type="spellEnd"/>
            <w:r w:rsidRPr="00A22617">
              <w:rPr>
                <w:szCs w:val="24"/>
                <w:lang w:eastAsia="en-US"/>
              </w:rPr>
              <w:t>.</w:t>
            </w:r>
          </w:p>
        </w:tc>
        <w:tc>
          <w:tcPr>
            <w:tcW w:w="324" w:type="dxa"/>
          </w:tcPr>
          <w:p w14:paraId="57A3C253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2D4B3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</w:tr>
      <w:tr w:rsidR="00ED2607" w:rsidRPr="00EA2F86" w14:paraId="488CFD18" w14:textId="77777777" w:rsidTr="00ED2607">
        <w:trPr>
          <w:trHeight w:val="27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B32ED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D5CC8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D1E5B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72374A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FEE80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D5C19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32FC61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24" w:type="dxa"/>
          </w:tcPr>
          <w:p w14:paraId="3608F226" w14:textId="77777777" w:rsidR="00ED2607" w:rsidRPr="00EA2F86" w:rsidRDefault="00ED2607" w:rsidP="00ED2607">
            <w:pPr>
              <w:jc w:val="right"/>
              <w:rPr>
                <w:szCs w:val="24"/>
                <w:lang w:val="en-US" w:eastAsia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E7EA3" w14:textId="77777777" w:rsidR="00ED2607" w:rsidRPr="00EA2F86" w:rsidRDefault="00ED2607" w:rsidP="007C6A80">
            <w:pPr>
              <w:rPr>
                <w:szCs w:val="24"/>
                <w:lang w:val="en-US" w:eastAsia="en-US"/>
              </w:rPr>
            </w:pPr>
          </w:p>
        </w:tc>
      </w:tr>
    </w:tbl>
    <w:p w14:paraId="1F906845" w14:textId="5F4779AF" w:rsidR="00EA52C0" w:rsidRPr="00D3061A" w:rsidRDefault="00EA52C0" w:rsidP="00ED2607">
      <w:pPr>
        <w:pStyle w:val="TEKST"/>
        <w:spacing w:after="0"/>
        <w:ind w:right="-516" w:firstLine="720"/>
        <w:jc w:val="right"/>
        <w:rPr>
          <w:rFonts w:ascii="Times New Roman" w:hAnsi="Times New Roman"/>
          <w:sz w:val="22"/>
          <w:szCs w:val="22"/>
        </w:rPr>
      </w:pPr>
    </w:p>
    <w:sectPr w:rsidR="00EA52C0" w:rsidRPr="00D3061A" w:rsidSect="00990DD9">
      <w:pgSz w:w="12242" w:h="15842" w:code="1"/>
      <w:pgMar w:top="284" w:right="1134" w:bottom="1134" w:left="1134" w:header="720" w:footer="720" w:gutter="0"/>
      <w:paperSrc w:first="8" w:other="8"/>
      <w:cols w:space="720" w:equalWidth="0">
        <w:col w:w="9974"/>
      </w:cols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C 3of9 Sem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HEL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E315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0811E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625CD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8FE6229"/>
    <w:multiLevelType w:val="hybridMultilevel"/>
    <w:tmpl w:val="1C1CA2EA"/>
    <w:lvl w:ilvl="0" w:tplc="C80AD6E2">
      <w:start w:val="10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2F103F6B"/>
    <w:multiLevelType w:val="singleLevel"/>
    <w:tmpl w:val="67C685F4"/>
    <w:lvl w:ilvl="0"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</w:abstractNum>
  <w:abstractNum w:abstractNumId="5" w15:restartNumberingAfterBreak="0">
    <w:nsid w:val="30A741E7"/>
    <w:multiLevelType w:val="singleLevel"/>
    <w:tmpl w:val="E864D874"/>
    <w:lvl w:ilvl="0">
      <w:start w:val="19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6" w15:restartNumberingAfterBreak="0">
    <w:nsid w:val="30C654CC"/>
    <w:multiLevelType w:val="hybridMultilevel"/>
    <w:tmpl w:val="2E3AB5B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D83CE4"/>
    <w:multiLevelType w:val="singleLevel"/>
    <w:tmpl w:val="6156A40E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 w15:restartNumberingAfterBreak="0">
    <w:nsid w:val="33324641"/>
    <w:multiLevelType w:val="singleLevel"/>
    <w:tmpl w:val="C19C0F66"/>
    <w:lvl w:ilvl="0"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</w:abstractNum>
  <w:abstractNum w:abstractNumId="9" w15:restartNumberingAfterBreak="0">
    <w:nsid w:val="3EA73C37"/>
    <w:multiLevelType w:val="singleLevel"/>
    <w:tmpl w:val="98789D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F3C34BC"/>
    <w:multiLevelType w:val="singleLevel"/>
    <w:tmpl w:val="87148B84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 w15:restartNumberingAfterBreak="0">
    <w:nsid w:val="424E6A96"/>
    <w:multiLevelType w:val="hybridMultilevel"/>
    <w:tmpl w:val="4B5A2494"/>
    <w:lvl w:ilvl="0" w:tplc="FE743E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017DB"/>
    <w:multiLevelType w:val="singleLevel"/>
    <w:tmpl w:val="A6A8EEF0"/>
    <w:lvl w:ilvl="0">
      <w:start w:val="4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1D2353B"/>
    <w:multiLevelType w:val="hybridMultilevel"/>
    <w:tmpl w:val="139A70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81940"/>
    <w:multiLevelType w:val="singleLevel"/>
    <w:tmpl w:val="D6307916"/>
    <w:lvl w:ilvl="0">
      <w:start w:val="4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55D20E53"/>
    <w:multiLevelType w:val="hybridMultilevel"/>
    <w:tmpl w:val="1F86CE1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370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FC01AE"/>
    <w:multiLevelType w:val="hybridMultilevel"/>
    <w:tmpl w:val="2206CC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C63D5"/>
    <w:multiLevelType w:val="multilevel"/>
    <w:tmpl w:val="5DDE73C8"/>
    <w:lvl w:ilvl="0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ascii="Arial" w:eastAsia="Times New Roman" w:hAnsi="Arial" w:cs="Arial" w:hint="default"/>
      </w:rPr>
    </w:lvl>
    <w:lvl w:ilvl="1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C53F79"/>
    <w:multiLevelType w:val="hybridMultilevel"/>
    <w:tmpl w:val="68502C94"/>
    <w:lvl w:ilvl="0" w:tplc="7DA215E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D1810"/>
    <w:multiLevelType w:val="hybridMultilevel"/>
    <w:tmpl w:val="DB46C92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B8BD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BC 3of9 Semi" w:eastAsia="Times New Roman" w:hAnsi="BC 3of9 Sem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2B78D4"/>
    <w:multiLevelType w:val="singleLevel"/>
    <w:tmpl w:val="3BB0630E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ADB30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C816A8D"/>
    <w:multiLevelType w:val="hybridMultilevel"/>
    <w:tmpl w:val="E5EAF6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9436048">
    <w:abstractNumId w:val="7"/>
  </w:num>
  <w:num w:numId="2" w16cid:durableId="152111054">
    <w:abstractNumId w:val="1"/>
  </w:num>
  <w:num w:numId="3" w16cid:durableId="157382658">
    <w:abstractNumId w:val="2"/>
  </w:num>
  <w:num w:numId="4" w16cid:durableId="756252118">
    <w:abstractNumId w:val="10"/>
  </w:num>
  <w:num w:numId="5" w16cid:durableId="1425413617">
    <w:abstractNumId w:val="4"/>
  </w:num>
  <w:num w:numId="6" w16cid:durableId="12077241">
    <w:abstractNumId w:val="8"/>
  </w:num>
  <w:num w:numId="7" w16cid:durableId="846947613">
    <w:abstractNumId w:val="9"/>
  </w:num>
  <w:num w:numId="8" w16cid:durableId="1752848021">
    <w:abstractNumId w:val="5"/>
  </w:num>
  <w:num w:numId="9" w16cid:durableId="1317951079">
    <w:abstractNumId w:val="12"/>
  </w:num>
  <w:num w:numId="10" w16cid:durableId="1936353745">
    <w:abstractNumId w:val="21"/>
  </w:num>
  <w:num w:numId="11" w16cid:durableId="844783122">
    <w:abstractNumId w:val="14"/>
  </w:num>
  <w:num w:numId="12" w16cid:durableId="621498760">
    <w:abstractNumId w:val="0"/>
  </w:num>
  <w:num w:numId="13" w16cid:durableId="165949819">
    <w:abstractNumId w:val="22"/>
  </w:num>
  <w:num w:numId="14" w16cid:durableId="1736321270">
    <w:abstractNumId w:val="16"/>
  </w:num>
  <w:num w:numId="15" w16cid:durableId="272369587">
    <w:abstractNumId w:val="23"/>
  </w:num>
  <w:num w:numId="16" w16cid:durableId="314913068">
    <w:abstractNumId w:val="6"/>
  </w:num>
  <w:num w:numId="17" w16cid:durableId="770704943">
    <w:abstractNumId w:val="3"/>
  </w:num>
  <w:num w:numId="18" w16cid:durableId="1880822482">
    <w:abstractNumId w:val="19"/>
  </w:num>
  <w:num w:numId="19" w16cid:durableId="1046102816">
    <w:abstractNumId w:val="20"/>
  </w:num>
  <w:num w:numId="20" w16cid:durableId="1385254815">
    <w:abstractNumId w:val="15"/>
  </w:num>
  <w:num w:numId="21" w16cid:durableId="1587298643">
    <w:abstractNumId w:val="18"/>
  </w:num>
  <w:num w:numId="22" w16cid:durableId="1511022746">
    <w:abstractNumId w:val="13"/>
  </w:num>
  <w:num w:numId="23" w16cid:durableId="1024358754">
    <w:abstractNumId w:val="11"/>
  </w:num>
  <w:num w:numId="24" w16cid:durableId="17958317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CF"/>
    <w:rsid w:val="0000392B"/>
    <w:rsid w:val="00010298"/>
    <w:rsid w:val="00020E5A"/>
    <w:rsid w:val="000235E9"/>
    <w:rsid w:val="00031811"/>
    <w:rsid w:val="00033C79"/>
    <w:rsid w:val="00045FB6"/>
    <w:rsid w:val="00052CDD"/>
    <w:rsid w:val="000720C7"/>
    <w:rsid w:val="000824AC"/>
    <w:rsid w:val="00086EB8"/>
    <w:rsid w:val="0009407F"/>
    <w:rsid w:val="00094761"/>
    <w:rsid w:val="00097158"/>
    <w:rsid w:val="00097ACD"/>
    <w:rsid w:val="000A19EC"/>
    <w:rsid w:val="000B5B7E"/>
    <w:rsid w:val="000B7DCC"/>
    <w:rsid w:val="000D2436"/>
    <w:rsid w:val="000F5A2D"/>
    <w:rsid w:val="00100EC5"/>
    <w:rsid w:val="00101A07"/>
    <w:rsid w:val="001078B8"/>
    <w:rsid w:val="00112537"/>
    <w:rsid w:val="001373EC"/>
    <w:rsid w:val="00140276"/>
    <w:rsid w:val="001568B1"/>
    <w:rsid w:val="00186230"/>
    <w:rsid w:val="0019391E"/>
    <w:rsid w:val="001B209E"/>
    <w:rsid w:val="001B4733"/>
    <w:rsid w:val="001B7B01"/>
    <w:rsid w:val="001C5ACA"/>
    <w:rsid w:val="001D5188"/>
    <w:rsid w:val="001D5267"/>
    <w:rsid w:val="001E7640"/>
    <w:rsid w:val="001F3D03"/>
    <w:rsid w:val="001F5427"/>
    <w:rsid w:val="002253EB"/>
    <w:rsid w:val="002363E7"/>
    <w:rsid w:val="00251CED"/>
    <w:rsid w:val="0026428B"/>
    <w:rsid w:val="00271EB2"/>
    <w:rsid w:val="00294D42"/>
    <w:rsid w:val="002A7472"/>
    <w:rsid w:val="002D6D9A"/>
    <w:rsid w:val="002E22A6"/>
    <w:rsid w:val="002F45B2"/>
    <w:rsid w:val="00304E0E"/>
    <w:rsid w:val="00306C8A"/>
    <w:rsid w:val="003074FB"/>
    <w:rsid w:val="00307DE1"/>
    <w:rsid w:val="00312821"/>
    <w:rsid w:val="00320113"/>
    <w:rsid w:val="00390A50"/>
    <w:rsid w:val="00395D71"/>
    <w:rsid w:val="003D6752"/>
    <w:rsid w:val="003E0BFE"/>
    <w:rsid w:val="003E6DA0"/>
    <w:rsid w:val="003F1A97"/>
    <w:rsid w:val="00412385"/>
    <w:rsid w:val="00416393"/>
    <w:rsid w:val="00416AE2"/>
    <w:rsid w:val="004274BC"/>
    <w:rsid w:val="00453C1C"/>
    <w:rsid w:val="004601D4"/>
    <w:rsid w:val="00470922"/>
    <w:rsid w:val="0047106A"/>
    <w:rsid w:val="00487D73"/>
    <w:rsid w:val="00491E6B"/>
    <w:rsid w:val="004A5D6B"/>
    <w:rsid w:val="004C676D"/>
    <w:rsid w:val="004D06E3"/>
    <w:rsid w:val="004E3957"/>
    <w:rsid w:val="004F7E58"/>
    <w:rsid w:val="00505EAB"/>
    <w:rsid w:val="005068B3"/>
    <w:rsid w:val="00514353"/>
    <w:rsid w:val="00517C2A"/>
    <w:rsid w:val="00521FE4"/>
    <w:rsid w:val="0052211F"/>
    <w:rsid w:val="00522D6E"/>
    <w:rsid w:val="00541151"/>
    <w:rsid w:val="00547418"/>
    <w:rsid w:val="0055312A"/>
    <w:rsid w:val="00554A1B"/>
    <w:rsid w:val="00577573"/>
    <w:rsid w:val="00593A85"/>
    <w:rsid w:val="005A1469"/>
    <w:rsid w:val="005A17A6"/>
    <w:rsid w:val="005A3C97"/>
    <w:rsid w:val="005A7394"/>
    <w:rsid w:val="005B1FA9"/>
    <w:rsid w:val="005C5CCF"/>
    <w:rsid w:val="005E388F"/>
    <w:rsid w:val="00600923"/>
    <w:rsid w:val="00612202"/>
    <w:rsid w:val="006342BD"/>
    <w:rsid w:val="00635051"/>
    <w:rsid w:val="00672916"/>
    <w:rsid w:val="00673C5D"/>
    <w:rsid w:val="00680C95"/>
    <w:rsid w:val="006A7824"/>
    <w:rsid w:val="006C6C2B"/>
    <w:rsid w:val="0072557E"/>
    <w:rsid w:val="0074280B"/>
    <w:rsid w:val="00746F98"/>
    <w:rsid w:val="00776CD1"/>
    <w:rsid w:val="00786277"/>
    <w:rsid w:val="007967A6"/>
    <w:rsid w:val="007A1E49"/>
    <w:rsid w:val="007B6597"/>
    <w:rsid w:val="007C075F"/>
    <w:rsid w:val="007C5134"/>
    <w:rsid w:val="007C7201"/>
    <w:rsid w:val="007D3B81"/>
    <w:rsid w:val="007F35EF"/>
    <w:rsid w:val="00811FB5"/>
    <w:rsid w:val="00832C0C"/>
    <w:rsid w:val="00834300"/>
    <w:rsid w:val="008354D7"/>
    <w:rsid w:val="008377A0"/>
    <w:rsid w:val="008809DD"/>
    <w:rsid w:val="00890810"/>
    <w:rsid w:val="008A1B96"/>
    <w:rsid w:val="008B1536"/>
    <w:rsid w:val="008C56E5"/>
    <w:rsid w:val="008C7418"/>
    <w:rsid w:val="008D131E"/>
    <w:rsid w:val="008D136E"/>
    <w:rsid w:val="008E4D77"/>
    <w:rsid w:val="008F6475"/>
    <w:rsid w:val="00936A92"/>
    <w:rsid w:val="0094183F"/>
    <w:rsid w:val="00941F7A"/>
    <w:rsid w:val="009551D6"/>
    <w:rsid w:val="00981ABD"/>
    <w:rsid w:val="00990DD9"/>
    <w:rsid w:val="009A1ACC"/>
    <w:rsid w:val="009A5A79"/>
    <w:rsid w:val="009B7D66"/>
    <w:rsid w:val="009C4FA8"/>
    <w:rsid w:val="009D422C"/>
    <w:rsid w:val="009D5BA8"/>
    <w:rsid w:val="009F1DA7"/>
    <w:rsid w:val="009F716C"/>
    <w:rsid w:val="00A00CE4"/>
    <w:rsid w:val="00A023B4"/>
    <w:rsid w:val="00A11AE4"/>
    <w:rsid w:val="00A35168"/>
    <w:rsid w:val="00A41EBB"/>
    <w:rsid w:val="00A52060"/>
    <w:rsid w:val="00A52AA5"/>
    <w:rsid w:val="00A81283"/>
    <w:rsid w:val="00A84898"/>
    <w:rsid w:val="00AC4E1A"/>
    <w:rsid w:val="00AD01C1"/>
    <w:rsid w:val="00AE3DA6"/>
    <w:rsid w:val="00AE4D29"/>
    <w:rsid w:val="00B05FAA"/>
    <w:rsid w:val="00B401D6"/>
    <w:rsid w:val="00B506F3"/>
    <w:rsid w:val="00B54ACF"/>
    <w:rsid w:val="00B6097A"/>
    <w:rsid w:val="00B72B59"/>
    <w:rsid w:val="00B9332C"/>
    <w:rsid w:val="00BA7587"/>
    <w:rsid w:val="00BB487F"/>
    <w:rsid w:val="00BC5E36"/>
    <w:rsid w:val="00BD6042"/>
    <w:rsid w:val="00BE0B49"/>
    <w:rsid w:val="00BE22C3"/>
    <w:rsid w:val="00BF2DB0"/>
    <w:rsid w:val="00C1505D"/>
    <w:rsid w:val="00C2068A"/>
    <w:rsid w:val="00C632C1"/>
    <w:rsid w:val="00C80F58"/>
    <w:rsid w:val="00C94DFB"/>
    <w:rsid w:val="00CA1A5D"/>
    <w:rsid w:val="00CC7941"/>
    <w:rsid w:val="00CE2DF7"/>
    <w:rsid w:val="00CE2E11"/>
    <w:rsid w:val="00D064B3"/>
    <w:rsid w:val="00D066B2"/>
    <w:rsid w:val="00D15D83"/>
    <w:rsid w:val="00D26BBA"/>
    <w:rsid w:val="00D27E6D"/>
    <w:rsid w:val="00D3061A"/>
    <w:rsid w:val="00D31DAC"/>
    <w:rsid w:val="00D47AC1"/>
    <w:rsid w:val="00D5436F"/>
    <w:rsid w:val="00D659CB"/>
    <w:rsid w:val="00D666F0"/>
    <w:rsid w:val="00D82359"/>
    <w:rsid w:val="00D96A82"/>
    <w:rsid w:val="00DA0A3E"/>
    <w:rsid w:val="00DD72EE"/>
    <w:rsid w:val="00DE169F"/>
    <w:rsid w:val="00DE712D"/>
    <w:rsid w:val="00E160A3"/>
    <w:rsid w:val="00E16DB1"/>
    <w:rsid w:val="00E17769"/>
    <w:rsid w:val="00E1796A"/>
    <w:rsid w:val="00E36DD9"/>
    <w:rsid w:val="00E5253A"/>
    <w:rsid w:val="00E6679B"/>
    <w:rsid w:val="00E67727"/>
    <w:rsid w:val="00E770BE"/>
    <w:rsid w:val="00E82894"/>
    <w:rsid w:val="00EA52C0"/>
    <w:rsid w:val="00EB73CB"/>
    <w:rsid w:val="00ED2607"/>
    <w:rsid w:val="00ED5D46"/>
    <w:rsid w:val="00ED6D01"/>
    <w:rsid w:val="00EE386D"/>
    <w:rsid w:val="00F26B00"/>
    <w:rsid w:val="00F306B6"/>
    <w:rsid w:val="00F61E6A"/>
    <w:rsid w:val="00F80725"/>
    <w:rsid w:val="00F9210A"/>
    <w:rsid w:val="00FD0132"/>
    <w:rsid w:val="00FD5B91"/>
    <w:rsid w:val="00FD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4A721"/>
  <w15:chartTrackingRefBased/>
  <w15:docId w15:val="{363AD65B-5519-4AB1-A5E4-3D2BA47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val="hr-BA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i/>
      <w:spacing w:val="38"/>
      <w:sz w:val="18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Naslov3">
    <w:name w:val="heading 3"/>
    <w:basedOn w:val="Normal"/>
    <w:next w:val="Normal"/>
    <w:qFormat/>
    <w:pPr>
      <w:keepNext/>
      <w:jc w:val="both"/>
      <w:outlineLvl w:val="2"/>
    </w:pPr>
    <w:rPr>
      <w:b/>
      <w:i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character" w:styleId="Referencakomentara">
    <w:name w:val="annotation reference"/>
    <w:semiHidden/>
    <w:rPr>
      <w:sz w:val="16"/>
    </w:rPr>
  </w:style>
  <w:style w:type="paragraph" w:styleId="Tekstkomentara">
    <w:name w:val="annotation text"/>
    <w:basedOn w:val="Normal"/>
    <w:semiHidden/>
    <w:rPr>
      <w:sz w:val="20"/>
    </w:r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paragraph" w:styleId="Tijeloteksta">
    <w:name w:val="Body Text"/>
    <w:basedOn w:val="Normal"/>
    <w:rPr>
      <w:i/>
    </w:rPr>
  </w:style>
  <w:style w:type="paragraph" w:styleId="Tekstbalonia">
    <w:name w:val="Balloon Text"/>
    <w:basedOn w:val="Normal"/>
    <w:semiHidden/>
    <w:rsid w:val="00BA7587"/>
    <w:rPr>
      <w:rFonts w:ascii="Tahoma" w:hAnsi="Tahoma" w:cs="Tahoma"/>
      <w:sz w:val="16"/>
      <w:szCs w:val="16"/>
    </w:rPr>
  </w:style>
  <w:style w:type="character" w:styleId="Hiperveza">
    <w:name w:val="Hyperlink"/>
    <w:rsid w:val="00A81283"/>
    <w:rPr>
      <w:color w:val="0000FF"/>
      <w:u w:val="single"/>
    </w:rPr>
  </w:style>
  <w:style w:type="paragraph" w:styleId="Kartadokumenta">
    <w:name w:val="Document Map"/>
    <w:basedOn w:val="Normal"/>
    <w:semiHidden/>
    <w:rsid w:val="00BE22C3"/>
    <w:pPr>
      <w:shd w:val="clear" w:color="auto" w:fill="000080"/>
    </w:pPr>
    <w:rPr>
      <w:rFonts w:ascii="Tahoma" w:hAnsi="Tahoma" w:cs="Tahoma"/>
      <w:sz w:val="20"/>
    </w:rPr>
  </w:style>
  <w:style w:type="paragraph" w:styleId="Uvuenotijeloteksta">
    <w:name w:val="Body Text Indent"/>
    <w:basedOn w:val="Normal"/>
    <w:rsid w:val="00EA52C0"/>
    <w:pPr>
      <w:spacing w:after="120"/>
      <w:ind w:left="283"/>
    </w:pPr>
  </w:style>
  <w:style w:type="paragraph" w:styleId="Tijeloteksta2">
    <w:name w:val="Body Text 2"/>
    <w:basedOn w:val="Normal"/>
    <w:link w:val="Tijeloteksta2Char"/>
    <w:rsid w:val="00EA52C0"/>
    <w:pPr>
      <w:widowControl/>
      <w:spacing w:after="120" w:line="480" w:lineRule="auto"/>
    </w:pPr>
    <w:rPr>
      <w:sz w:val="22"/>
      <w:lang w:val="hr-HR"/>
    </w:rPr>
  </w:style>
  <w:style w:type="character" w:customStyle="1" w:styleId="ZaglavljeChar">
    <w:name w:val="Zaglavlje Char"/>
    <w:link w:val="Zaglavlje"/>
    <w:semiHidden/>
    <w:locked/>
    <w:rsid w:val="00EA52C0"/>
    <w:rPr>
      <w:sz w:val="24"/>
      <w:lang w:val="hr-BA" w:eastAsia="hr-HR" w:bidi="ar-SA"/>
    </w:rPr>
  </w:style>
  <w:style w:type="character" w:customStyle="1" w:styleId="Tijeloteksta2Char">
    <w:name w:val="Tijelo teksta 2 Char"/>
    <w:link w:val="Tijeloteksta2"/>
    <w:semiHidden/>
    <w:locked/>
    <w:rsid w:val="00EA52C0"/>
    <w:rPr>
      <w:sz w:val="22"/>
      <w:lang w:val="hr-HR" w:eastAsia="hr-HR" w:bidi="ar-SA"/>
    </w:rPr>
  </w:style>
  <w:style w:type="paragraph" w:customStyle="1" w:styleId="TEKST">
    <w:name w:val="TEKST"/>
    <w:rsid w:val="00EA52C0"/>
    <w:pPr>
      <w:spacing w:after="120"/>
      <w:jc w:val="both"/>
    </w:pPr>
    <w:rPr>
      <w:rFonts w:ascii="Tahoma" w:hAnsi="Tahoma"/>
    </w:rPr>
  </w:style>
  <w:style w:type="paragraph" w:styleId="Bezproreda">
    <w:name w:val="No Spacing"/>
    <w:uiPriority w:val="1"/>
    <w:qFormat/>
    <w:rsid w:val="00680C9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hrgrb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C6FC-0053-4D08-92A7-AEB9575D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hrgrb</Template>
  <TotalTime>38</TotalTime>
  <Pages>2</Pages>
  <Words>555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s grbom RH.</vt:lpstr>
      <vt:lpstr>Obrazac s grbom RH.</vt:lpstr>
    </vt:vector>
  </TitlesOfParts>
  <Company>vvvv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 grbom RH.</dc:title>
  <dc:subject/>
  <dc:creator>bbbb</dc:creator>
  <cp:keywords/>
  <dc:description/>
  <cp:lastModifiedBy>Admin</cp:lastModifiedBy>
  <cp:revision>9</cp:revision>
  <cp:lastPrinted>2025-12-11T11:45:00Z</cp:lastPrinted>
  <dcterms:created xsi:type="dcterms:W3CDTF">2024-03-08T12:40:00Z</dcterms:created>
  <dcterms:modified xsi:type="dcterms:W3CDTF">2025-12-11T11:45:00Z</dcterms:modified>
</cp:coreProperties>
</file>